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75010" w14:textId="77777777" w:rsidR="00F53CFF" w:rsidRDefault="00F53CFF" w:rsidP="00F53CFF"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BAB13" wp14:editId="596E9D4A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84D991A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63977989" w14:textId="77777777" w:rsidR="00F53CFF" w:rsidRDefault="00F53CFF"/>
    <w:p w14:paraId="451E6332" w14:textId="37319C25" w:rsidR="00F53CFF" w:rsidRDefault="00E573CE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AA32C" wp14:editId="79E56839">
                <wp:simplePos x="0" y="0"/>
                <wp:positionH relativeFrom="column">
                  <wp:posOffset>1909445</wp:posOffset>
                </wp:positionH>
                <wp:positionV relativeFrom="paragraph">
                  <wp:posOffset>3279775</wp:posOffset>
                </wp:positionV>
                <wp:extent cx="1953895" cy="345440"/>
                <wp:effectExtent l="0" t="0" r="190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389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F5BBF" w14:textId="61190AE7" w:rsidR="00F53CFF" w:rsidRPr="00F53CFF" w:rsidRDefault="00750245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Handout</w:t>
                            </w:r>
                            <w:r w:rsidR="003C50DB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(H1:PM4</w:t>
                            </w:r>
                            <w:bookmarkStart w:id="0" w:name="_GoBack"/>
                            <w:bookmarkEnd w:id="0"/>
                            <w:r w:rsidR="003C50DB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42FA29A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AA32C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50.35pt;margin-top:258.25pt;width:153.8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" filled="f" stroked="f">
                <v:textbox inset="0,0,0,0">
                  <w:txbxContent>
                    <w:p w14:paraId="5CBF5BBF" w14:textId="61190AE7" w:rsidR="00F53CFF" w:rsidRPr="00F53CFF" w:rsidRDefault="00750245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Handout</w:t>
                      </w:r>
                      <w:r w:rsidR="003C50DB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(H1:PM4</w:t>
                      </w:r>
                      <w:bookmarkStart w:id="1" w:name="_GoBack"/>
                      <w:bookmarkEnd w:id="1"/>
                      <w:r w:rsidR="003C50DB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342FA29A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0924E" wp14:editId="05400DB0">
                <wp:simplePos x="0" y="0"/>
                <wp:positionH relativeFrom="column">
                  <wp:posOffset>1844040</wp:posOffset>
                </wp:positionH>
                <wp:positionV relativeFrom="margin">
                  <wp:posOffset>2513330</wp:posOffset>
                </wp:positionV>
                <wp:extent cx="5869940" cy="170878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940" cy="170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D1C57E" w14:textId="6C5FC82D" w:rsidR="003A2FD3" w:rsidRDefault="00E573CE" w:rsidP="003A2FD3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HOW TO PLAN AND IMPLEMENT A </w:t>
                            </w:r>
                            <w:r w:rsidR="003A2FD3" w:rsidRPr="00DF7096"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QUALITY ASSURANCE</w:t>
                            </w: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 PROGRAMME</w:t>
                            </w:r>
                          </w:p>
                          <w:p w14:paraId="5A921ADC" w14:textId="77777777" w:rsidR="003A2FD3" w:rsidRPr="00F53CFF" w:rsidRDefault="003A2FD3" w:rsidP="003A2FD3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</w:p>
                          <w:p w14:paraId="33B969A4" w14:textId="3BBE5BBA" w:rsidR="00F53CFF" w:rsidRPr="00F53CFF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924E" id="Text Box 1" o:spid="_x0000_s1027" type="#_x0000_t202" style="position:absolute;margin-left:145.2pt;margin-top:197.9pt;width:462.2pt;height:1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" filled="f" stroked="f">
                <v:textbox>
                  <w:txbxContent>
                    <w:p w14:paraId="10D1C57E" w14:textId="6C5FC82D" w:rsidR="003A2FD3" w:rsidRDefault="00E573CE" w:rsidP="003A2FD3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HOW TO PLAN AND IMPLEMENT A </w:t>
                      </w:r>
                      <w:r w:rsidR="003A2FD3" w:rsidRPr="00DF7096"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QUALITY ASSURANCE</w:t>
                      </w: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 PROGRAMME</w:t>
                      </w:r>
                    </w:p>
                    <w:p w14:paraId="5A921ADC" w14:textId="77777777" w:rsidR="003A2FD3" w:rsidRPr="00F53CFF" w:rsidRDefault="003A2FD3" w:rsidP="003A2FD3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</w:p>
                    <w:p w14:paraId="33B969A4" w14:textId="3BBE5BBA" w:rsidR="00F53CFF" w:rsidRPr="00F53CFF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50245" w:rsidRPr="00B51117">
        <w:rPr>
          <w:noProof/>
        </w:rPr>
        <w:drawing>
          <wp:anchor distT="0" distB="0" distL="114300" distR="114300" simplePos="0" relativeHeight="251663360" behindDoc="0" locked="0" layoutInCell="1" allowOverlap="1" wp14:anchorId="466C9256" wp14:editId="62EAB7A4">
            <wp:simplePos x="0" y="0"/>
            <wp:positionH relativeFrom="column">
              <wp:posOffset>6871335</wp:posOffset>
            </wp:positionH>
            <wp:positionV relativeFrom="paragraph">
              <wp:posOffset>4335691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39D05A9E" w14:textId="03712334" w:rsidR="00F53CFF" w:rsidRDefault="00EE7D7C" w:rsidP="00EE7D7C">
      <w:pPr>
        <w:pStyle w:val="Header1"/>
      </w:pPr>
      <w:r w:rsidRPr="00F53CFF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603D29" wp14:editId="5FC85D0C">
                <wp:simplePos x="0" y="0"/>
                <wp:positionH relativeFrom="column">
                  <wp:posOffset>-914548</wp:posOffset>
                </wp:positionH>
                <wp:positionV relativeFrom="paragraph">
                  <wp:posOffset>1905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288C5" id="Rectangle 1" o:spid="_x0000_s1026" style="position:absolute;margin-left:-1in;margin-top:.15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>
        <w:t xml:space="preserve">QA ACTIVITIES - </w:t>
      </w:r>
      <w:r w:rsidRPr="006510CC">
        <w:t>WORKSHEET: GROUP 1</w:t>
      </w:r>
    </w:p>
    <w:tbl>
      <w:tblPr>
        <w:tblStyle w:val="TableGrid"/>
        <w:tblpPr w:leftFromText="180" w:rightFromText="180" w:vertAnchor="page" w:horzAnchor="page" w:tblpX="1400" w:tblpY="2161"/>
        <w:tblW w:w="0" w:type="auto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4A0" w:firstRow="1" w:lastRow="0" w:firstColumn="1" w:lastColumn="0" w:noHBand="0" w:noVBand="1"/>
      </w:tblPr>
      <w:tblGrid>
        <w:gridCol w:w="2729"/>
        <w:gridCol w:w="2106"/>
        <w:gridCol w:w="2069"/>
        <w:gridCol w:w="2107"/>
        <w:gridCol w:w="2228"/>
        <w:gridCol w:w="1948"/>
      </w:tblGrid>
      <w:tr w:rsidR="00723270" w:rsidRPr="006510CC" w14:paraId="277D2913" w14:textId="77777777" w:rsidTr="00F356B3">
        <w:tc>
          <w:tcPr>
            <w:tcW w:w="2729" w:type="dxa"/>
            <w:shd w:val="clear" w:color="auto" w:fill="5BBFB4"/>
            <w:vAlign w:val="center"/>
          </w:tcPr>
          <w:p w14:paraId="53BF9639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COMPONENT</w:t>
            </w:r>
          </w:p>
        </w:tc>
        <w:tc>
          <w:tcPr>
            <w:tcW w:w="2106" w:type="dxa"/>
            <w:shd w:val="clear" w:color="auto" w:fill="5BBFB4"/>
            <w:vAlign w:val="center"/>
          </w:tcPr>
          <w:p w14:paraId="77F2EA30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ACTIVITIES</w:t>
            </w:r>
          </w:p>
        </w:tc>
        <w:tc>
          <w:tcPr>
            <w:tcW w:w="2069" w:type="dxa"/>
            <w:shd w:val="clear" w:color="auto" w:fill="5BBFB4"/>
            <w:vAlign w:val="center"/>
          </w:tcPr>
          <w:p w14:paraId="3D0F1957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IDENTIFY GAPS</w:t>
            </w:r>
          </w:p>
        </w:tc>
        <w:tc>
          <w:tcPr>
            <w:tcW w:w="2107" w:type="dxa"/>
            <w:shd w:val="clear" w:color="auto" w:fill="5BBFB4"/>
            <w:vAlign w:val="center"/>
          </w:tcPr>
          <w:p w14:paraId="074BF9A6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ACTIVITIES TO FILL GAPS</w:t>
            </w:r>
          </w:p>
        </w:tc>
        <w:tc>
          <w:tcPr>
            <w:tcW w:w="2228" w:type="dxa"/>
            <w:shd w:val="clear" w:color="auto" w:fill="5BBFB4"/>
            <w:vAlign w:val="center"/>
          </w:tcPr>
          <w:p w14:paraId="08B4FD05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CHALLENGES IN IMPLEMENTING</w:t>
            </w:r>
          </w:p>
        </w:tc>
        <w:tc>
          <w:tcPr>
            <w:tcW w:w="1948" w:type="dxa"/>
            <w:shd w:val="clear" w:color="auto" w:fill="5BBFB4"/>
            <w:vAlign w:val="center"/>
          </w:tcPr>
          <w:p w14:paraId="225B66A2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STAKEHOLDERS</w:t>
            </w:r>
          </w:p>
        </w:tc>
      </w:tr>
      <w:tr w:rsidR="00F356B3" w:rsidRPr="00F64825" w14:paraId="6FA32F97" w14:textId="77777777" w:rsidTr="00F356B3">
        <w:tc>
          <w:tcPr>
            <w:tcW w:w="2729" w:type="dxa"/>
            <w:shd w:val="clear" w:color="auto" w:fill="DEF0E9" w:themeFill="accent3" w:themeFillTint="66"/>
          </w:tcPr>
          <w:p w14:paraId="079D77AD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  <w:b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 xml:space="preserve">Standardized documentation </w:t>
            </w:r>
          </w:p>
        </w:tc>
        <w:tc>
          <w:tcPr>
            <w:tcW w:w="2106" w:type="dxa"/>
            <w:shd w:val="clear" w:color="auto" w:fill="DEF0E9" w:themeFill="accent3" w:themeFillTint="66"/>
          </w:tcPr>
          <w:p w14:paraId="3F04DD0C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38A0EDDA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10D18B88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51E290E2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7BDD1BF1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6C85F7B1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DEF0E9" w:themeFill="accent3" w:themeFillTint="66"/>
          </w:tcPr>
          <w:p w14:paraId="6A7C26FA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DEF0E9" w:themeFill="accent3" w:themeFillTint="66"/>
          </w:tcPr>
          <w:p w14:paraId="37F03164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DEF0E9" w:themeFill="accent3" w:themeFillTint="66"/>
          </w:tcPr>
          <w:p w14:paraId="14A3AABD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DEF0E9" w:themeFill="accent3" w:themeFillTint="66"/>
          </w:tcPr>
          <w:p w14:paraId="65D9CD3B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</w:tr>
      <w:tr w:rsidR="00F356B3" w:rsidRPr="00F64825" w14:paraId="62B53E2A" w14:textId="77777777" w:rsidTr="00F356B3">
        <w:tc>
          <w:tcPr>
            <w:tcW w:w="2729" w:type="dxa"/>
            <w:shd w:val="clear" w:color="auto" w:fill="F5F5F5"/>
          </w:tcPr>
          <w:p w14:paraId="6265A7EB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  <w:b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 xml:space="preserve">Equipment maintenance &amp; servicing </w:t>
            </w:r>
          </w:p>
        </w:tc>
        <w:tc>
          <w:tcPr>
            <w:tcW w:w="2106" w:type="dxa"/>
            <w:shd w:val="clear" w:color="auto" w:fill="F5F5F5"/>
          </w:tcPr>
          <w:p w14:paraId="70E7CA25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0742DD3D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2B2E20F0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23B25E5F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0CDB2B6C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4F1D7798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3881E640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F5F5F5"/>
          </w:tcPr>
          <w:p w14:paraId="6A6AEB88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F5F5F5"/>
          </w:tcPr>
          <w:p w14:paraId="22DAA8C9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F5F5F5"/>
          </w:tcPr>
          <w:p w14:paraId="3989DB78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F5F5F5"/>
          </w:tcPr>
          <w:p w14:paraId="78B56A20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2BA10FA0" w14:textId="77777777" w:rsidR="00723270" w:rsidRDefault="00723270">
      <w:pPr>
        <w:spacing w:after="0"/>
      </w:pPr>
      <w:r>
        <w:br w:type="page"/>
      </w:r>
    </w:p>
    <w:p w14:paraId="3FFAF1F7" w14:textId="3A99EB86" w:rsidR="00723270" w:rsidRDefault="00723270" w:rsidP="00723270">
      <w:pPr>
        <w:pStyle w:val="Header1"/>
      </w:pPr>
      <w:r w:rsidRPr="00F53CF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05C2E9" wp14:editId="1D134142">
                <wp:simplePos x="0" y="0"/>
                <wp:positionH relativeFrom="column">
                  <wp:posOffset>-914548</wp:posOffset>
                </wp:positionH>
                <wp:positionV relativeFrom="paragraph">
                  <wp:posOffset>1905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2E0F6" id="Rectangle 1" o:spid="_x0000_s1026" style="position:absolute;margin-left:-1in;margin-top:.15pt;width:34.95pt;height:2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r w:rsidRPr="006510CC">
        <w:t xml:space="preserve">WORKSHEET: GROUP </w:t>
      </w:r>
      <w:r>
        <w:t>2</w:t>
      </w:r>
    </w:p>
    <w:tbl>
      <w:tblPr>
        <w:tblStyle w:val="TableGrid"/>
        <w:tblpPr w:leftFromText="180" w:rightFromText="180" w:vertAnchor="page" w:horzAnchor="page" w:tblpX="1400" w:tblpY="2161"/>
        <w:tblW w:w="0" w:type="auto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4A0" w:firstRow="1" w:lastRow="0" w:firstColumn="1" w:lastColumn="0" w:noHBand="0" w:noVBand="1"/>
      </w:tblPr>
      <w:tblGrid>
        <w:gridCol w:w="2729"/>
        <w:gridCol w:w="2106"/>
        <w:gridCol w:w="2069"/>
        <w:gridCol w:w="2107"/>
        <w:gridCol w:w="2228"/>
        <w:gridCol w:w="1948"/>
      </w:tblGrid>
      <w:tr w:rsidR="00723270" w:rsidRPr="00723270" w14:paraId="27B290F8" w14:textId="77777777" w:rsidTr="003A2FD3">
        <w:tc>
          <w:tcPr>
            <w:tcW w:w="2729" w:type="dxa"/>
            <w:shd w:val="clear" w:color="auto" w:fill="5BBFB4"/>
            <w:vAlign w:val="center"/>
          </w:tcPr>
          <w:p w14:paraId="2F459053" w14:textId="77777777" w:rsidR="00723270" w:rsidRPr="00723270" w:rsidRDefault="00723270" w:rsidP="003A2FD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COMPONENT</w:t>
            </w:r>
          </w:p>
        </w:tc>
        <w:tc>
          <w:tcPr>
            <w:tcW w:w="2106" w:type="dxa"/>
            <w:shd w:val="clear" w:color="auto" w:fill="5BBFB4"/>
            <w:vAlign w:val="center"/>
          </w:tcPr>
          <w:p w14:paraId="1ABE84A4" w14:textId="77777777" w:rsidR="00723270" w:rsidRPr="00723270" w:rsidRDefault="00723270" w:rsidP="003A2FD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ACTIVITIES</w:t>
            </w:r>
          </w:p>
        </w:tc>
        <w:tc>
          <w:tcPr>
            <w:tcW w:w="2069" w:type="dxa"/>
            <w:shd w:val="clear" w:color="auto" w:fill="5BBFB4"/>
            <w:vAlign w:val="center"/>
          </w:tcPr>
          <w:p w14:paraId="19F33BCE" w14:textId="77777777" w:rsidR="00723270" w:rsidRPr="00723270" w:rsidRDefault="00723270" w:rsidP="003A2FD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IDENTIFY GAPS</w:t>
            </w:r>
          </w:p>
        </w:tc>
        <w:tc>
          <w:tcPr>
            <w:tcW w:w="2107" w:type="dxa"/>
            <w:shd w:val="clear" w:color="auto" w:fill="5BBFB4"/>
            <w:vAlign w:val="center"/>
          </w:tcPr>
          <w:p w14:paraId="234A1877" w14:textId="77777777" w:rsidR="00723270" w:rsidRPr="00723270" w:rsidRDefault="00723270" w:rsidP="003A2FD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ACTIVITIES TO FILL GAPS</w:t>
            </w:r>
          </w:p>
        </w:tc>
        <w:tc>
          <w:tcPr>
            <w:tcW w:w="2228" w:type="dxa"/>
            <w:shd w:val="clear" w:color="auto" w:fill="5BBFB4"/>
            <w:vAlign w:val="center"/>
          </w:tcPr>
          <w:p w14:paraId="6C9963C5" w14:textId="77777777" w:rsidR="00723270" w:rsidRPr="00723270" w:rsidRDefault="00723270" w:rsidP="003A2FD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CHALLENGES IN IMPLEMENTING</w:t>
            </w:r>
          </w:p>
        </w:tc>
        <w:tc>
          <w:tcPr>
            <w:tcW w:w="1948" w:type="dxa"/>
            <w:shd w:val="clear" w:color="auto" w:fill="5BBFB4"/>
            <w:vAlign w:val="center"/>
          </w:tcPr>
          <w:p w14:paraId="539574E6" w14:textId="77777777" w:rsidR="00723270" w:rsidRPr="00723270" w:rsidRDefault="00723270" w:rsidP="003A2FD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STAKEHOLDERS</w:t>
            </w:r>
          </w:p>
        </w:tc>
      </w:tr>
      <w:tr w:rsidR="00723270" w:rsidRPr="00F64825" w14:paraId="1298C923" w14:textId="77777777" w:rsidTr="003A2FD3">
        <w:tc>
          <w:tcPr>
            <w:tcW w:w="2729" w:type="dxa"/>
            <w:shd w:val="clear" w:color="auto" w:fill="DEF0E9" w:themeFill="accent3" w:themeFillTint="66"/>
          </w:tcPr>
          <w:p w14:paraId="087045C6" w14:textId="77777777" w:rsidR="00723270" w:rsidRPr="00723270" w:rsidRDefault="00723270" w:rsidP="003A2FD3">
            <w:pPr>
              <w:rPr>
                <w:rFonts w:ascii="Trebuchet MS" w:hAnsi="Trebuchet MS"/>
                <w:b/>
                <w:color w:val="7F7F7F" w:themeColor="text1" w:themeTint="80"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>Training &amp; certification</w:t>
            </w:r>
          </w:p>
        </w:tc>
        <w:tc>
          <w:tcPr>
            <w:tcW w:w="2106" w:type="dxa"/>
            <w:shd w:val="clear" w:color="auto" w:fill="DEF0E9" w:themeFill="accent3" w:themeFillTint="66"/>
          </w:tcPr>
          <w:p w14:paraId="563181F0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4452B931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349760F2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2E6EFD15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72EFC7F2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73D68D64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DEF0E9" w:themeFill="accent3" w:themeFillTint="66"/>
          </w:tcPr>
          <w:p w14:paraId="08FB268C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DEF0E9" w:themeFill="accent3" w:themeFillTint="66"/>
          </w:tcPr>
          <w:p w14:paraId="26028E05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DEF0E9" w:themeFill="accent3" w:themeFillTint="66"/>
          </w:tcPr>
          <w:p w14:paraId="4B0F2265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DEF0E9" w:themeFill="accent3" w:themeFillTint="66"/>
          </w:tcPr>
          <w:p w14:paraId="1EA74899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</w:tr>
      <w:tr w:rsidR="00723270" w:rsidRPr="00F64825" w14:paraId="4DF07A5E" w14:textId="77777777" w:rsidTr="003A2FD3">
        <w:tc>
          <w:tcPr>
            <w:tcW w:w="2729" w:type="dxa"/>
            <w:shd w:val="clear" w:color="auto" w:fill="F5F5F5"/>
          </w:tcPr>
          <w:p w14:paraId="0A68F5FF" w14:textId="77777777" w:rsidR="00723270" w:rsidRPr="00723270" w:rsidRDefault="00723270" w:rsidP="003A2FD3">
            <w:pPr>
              <w:rPr>
                <w:rFonts w:ascii="Trebuchet MS" w:hAnsi="Trebuchet MS"/>
                <w:b/>
                <w:color w:val="7F7F7F" w:themeColor="text1" w:themeTint="80"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>On-site supervisory visits</w:t>
            </w:r>
          </w:p>
        </w:tc>
        <w:tc>
          <w:tcPr>
            <w:tcW w:w="2106" w:type="dxa"/>
            <w:shd w:val="clear" w:color="auto" w:fill="F5F5F5"/>
          </w:tcPr>
          <w:p w14:paraId="77B1E68A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7EE63118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5FF65463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08103EBF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7243E4A0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31A6B3A7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  <w:p w14:paraId="6346EC4D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F5F5F5"/>
          </w:tcPr>
          <w:p w14:paraId="32E42F9F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F5F5F5"/>
          </w:tcPr>
          <w:p w14:paraId="7703C4F2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F5F5F5"/>
          </w:tcPr>
          <w:p w14:paraId="66A75E1D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F5F5F5"/>
          </w:tcPr>
          <w:p w14:paraId="3DD27572" w14:textId="77777777" w:rsidR="00723270" w:rsidRPr="00F64825" w:rsidRDefault="00723270" w:rsidP="003A2FD3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42C471FA" w14:textId="77777777" w:rsidR="00723270" w:rsidRDefault="00723270" w:rsidP="00723270">
      <w:pPr>
        <w:pStyle w:val="Header1"/>
      </w:pPr>
    </w:p>
    <w:p w14:paraId="0555562C" w14:textId="77777777" w:rsidR="00723270" w:rsidRDefault="00723270" w:rsidP="00723270">
      <w:pPr>
        <w:pStyle w:val="Header1"/>
      </w:pPr>
    </w:p>
    <w:p w14:paraId="35D77B00" w14:textId="77777777" w:rsidR="00723270" w:rsidRDefault="00723270" w:rsidP="00723270">
      <w:pPr>
        <w:pStyle w:val="Header1"/>
      </w:pPr>
    </w:p>
    <w:p w14:paraId="26967E80" w14:textId="77777777" w:rsidR="00723270" w:rsidRDefault="00723270" w:rsidP="00723270">
      <w:pPr>
        <w:pStyle w:val="Header1"/>
      </w:pPr>
    </w:p>
    <w:p w14:paraId="767FC39F" w14:textId="77777777" w:rsidR="00723270" w:rsidRDefault="00723270" w:rsidP="00723270">
      <w:pPr>
        <w:pStyle w:val="Header1"/>
      </w:pPr>
    </w:p>
    <w:p w14:paraId="1E80A3C6" w14:textId="77777777" w:rsidR="00723270" w:rsidRDefault="00723270" w:rsidP="00723270">
      <w:pPr>
        <w:pStyle w:val="Header1"/>
      </w:pPr>
    </w:p>
    <w:p w14:paraId="240092C5" w14:textId="77777777" w:rsidR="003A2FD3" w:rsidRDefault="003A2FD3" w:rsidP="00EE7D7C">
      <w:pPr>
        <w:pStyle w:val="Header1"/>
      </w:pPr>
    </w:p>
    <w:p w14:paraId="450B5B78" w14:textId="77777777" w:rsidR="003A2FD3" w:rsidRDefault="003A2FD3" w:rsidP="00EE7D7C">
      <w:pPr>
        <w:pStyle w:val="Header1"/>
      </w:pPr>
    </w:p>
    <w:p w14:paraId="7B0D51A9" w14:textId="08FA7034" w:rsidR="003A2FD3" w:rsidRDefault="003A2FD3" w:rsidP="00EE7D7C">
      <w:pPr>
        <w:pStyle w:val="Header1"/>
      </w:pPr>
    </w:p>
    <w:p w14:paraId="06F00D4A" w14:textId="77777777" w:rsidR="003A2FD3" w:rsidRDefault="003A2FD3">
      <w:pPr>
        <w:spacing w:after="0"/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</w:rPr>
      </w:pPr>
      <w:r>
        <w:br w:type="page"/>
      </w:r>
    </w:p>
    <w:p w14:paraId="09FF7EFB" w14:textId="77777777" w:rsidR="003A2FD3" w:rsidRDefault="003A2FD3" w:rsidP="003A2FD3">
      <w:pPr>
        <w:pStyle w:val="Header1"/>
      </w:pPr>
      <w:r w:rsidRPr="00F53CF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F6DD44" wp14:editId="3F9365AD">
                <wp:simplePos x="0" y="0"/>
                <wp:positionH relativeFrom="column">
                  <wp:posOffset>-914548</wp:posOffset>
                </wp:positionH>
                <wp:positionV relativeFrom="paragraph">
                  <wp:posOffset>1905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C04AD" id="Rectangle 1" o:spid="_x0000_s1026" style="position:absolute;margin-left:-1in;margin-top:.15pt;width:34.95pt;height:2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" fillcolor="#dc1f26" stroked="f" strokeweight="1pt">
                <w10:wrap type="through"/>
              </v:rect>
            </w:pict>
          </mc:Fallback>
        </mc:AlternateContent>
      </w:r>
      <w:r w:rsidRPr="006510CC">
        <w:t xml:space="preserve">WORKSHEET: GROUP </w:t>
      </w:r>
      <w:r>
        <w:t>3</w:t>
      </w:r>
    </w:p>
    <w:tbl>
      <w:tblPr>
        <w:tblStyle w:val="TableGrid"/>
        <w:tblW w:w="0" w:type="auto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4A0" w:firstRow="1" w:lastRow="0" w:firstColumn="1" w:lastColumn="0" w:noHBand="0" w:noVBand="1"/>
      </w:tblPr>
      <w:tblGrid>
        <w:gridCol w:w="2729"/>
        <w:gridCol w:w="2106"/>
        <w:gridCol w:w="2069"/>
        <w:gridCol w:w="2107"/>
        <w:gridCol w:w="2228"/>
        <w:gridCol w:w="1948"/>
      </w:tblGrid>
      <w:tr w:rsidR="003A2FD3" w:rsidRPr="006510CC" w14:paraId="0A51EE7A" w14:textId="77777777" w:rsidTr="002272E4">
        <w:tc>
          <w:tcPr>
            <w:tcW w:w="2729" w:type="dxa"/>
            <w:shd w:val="clear" w:color="auto" w:fill="5BBFB4"/>
            <w:vAlign w:val="center"/>
          </w:tcPr>
          <w:p w14:paraId="29B71E27" w14:textId="77777777" w:rsidR="003A2FD3" w:rsidRPr="00723270" w:rsidRDefault="003A2FD3" w:rsidP="002272E4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COMPONENT</w:t>
            </w:r>
          </w:p>
        </w:tc>
        <w:tc>
          <w:tcPr>
            <w:tcW w:w="2106" w:type="dxa"/>
            <w:shd w:val="clear" w:color="auto" w:fill="5BBFB4"/>
            <w:vAlign w:val="center"/>
          </w:tcPr>
          <w:p w14:paraId="710C9622" w14:textId="77777777" w:rsidR="003A2FD3" w:rsidRPr="00723270" w:rsidRDefault="003A2FD3" w:rsidP="002272E4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ACTIVITIES</w:t>
            </w:r>
          </w:p>
        </w:tc>
        <w:tc>
          <w:tcPr>
            <w:tcW w:w="2069" w:type="dxa"/>
            <w:shd w:val="clear" w:color="auto" w:fill="5BBFB4"/>
            <w:vAlign w:val="center"/>
          </w:tcPr>
          <w:p w14:paraId="0AE879A3" w14:textId="77777777" w:rsidR="003A2FD3" w:rsidRPr="00723270" w:rsidRDefault="003A2FD3" w:rsidP="002272E4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IDENTIFY GAPS</w:t>
            </w:r>
          </w:p>
        </w:tc>
        <w:tc>
          <w:tcPr>
            <w:tcW w:w="2107" w:type="dxa"/>
            <w:shd w:val="clear" w:color="auto" w:fill="5BBFB4"/>
            <w:vAlign w:val="center"/>
          </w:tcPr>
          <w:p w14:paraId="138F0941" w14:textId="77777777" w:rsidR="003A2FD3" w:rsidRPr="00723270" w:rsidRDefault="003A2FD3" w:rsidP="002272E4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ACTIVITIES TO FILL GAPS</w:t>
            </w:r>
          </w:p>
        </w:tc>
        <w:tc>
          <w:tcPr>
            <w:tcW w:w="2228" w:type="dxa"/>
            <w:shd w:val="clear" w:color="auto" w:fill="5BBFB4"/>
            <w:vAlign w:val="center"/>
          </w:tcPr>
          <w:p w14:paraId="7162CE70" w14:textId="77777777" w:rsidR="003A2FD3" w:rsidRPr="00723270" w:rsidRDefault="003A2FD3" w:rsidP="002272E4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CHALLENGES IN IMPLEMENTING</w:t>
            </w:r>
          </w:p>
        </w:tc>
        <w:tc>
          <w:tcPr>
            <w:tcW w:w="1948" w:type="dxa"/>
            <w:shd w:val="clear" w:color="auto" w:fill="5BBFB4"/>
            <w:vAlign w:val="center"/>
          </w:tcPr>
          <w:p w14:paraId="769697FE" w14:textId="77777777" w:rsidR="003A2FD3" w:rsidRPr="00723270" w:rsidRDefault="003A2FD3" w:rsidP="002272E4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STAKEHOLDERS</w:t>
            </w:r>
          </w:p>
        </w:tc>
      </w:tr>
      <w:tr w:rsidR="003A2FD3" w:rsidRPr="00F64825" w14:paraId="1C552FEF" w14:textId="77777777" w:rsidTr="002272E4">
        <w:tc>
          <w:tcPr>
            <w:tcW w:w="2729" w:type="dxa"/>
            <w:shd w:val="clear" w:color="auto" w:fill="DEF0E9" w:themeFill="accent3" w:themeFillTint="66"/>
          </w:tcPr>
          <w:p w14:paraId="043673E6" w14:textId="77777777" w:rsidR="003A2FD3" w:rsidRPr="006510CC" w:rsidRDefault="003A2FD3" w:rsidP="002272E4">
            <w:pPr>
              <w:rPr>
                <w:rFonts w:ascii="Trebuchet MS" w:hAnsi="Trebuchet MS"/>
                <w:b/>
                <w:color w:val="7F7F7F" w:themeColor="text1" w:themeTint="80"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>Procurement &amp; supply chain</w:t>
            </w:r>
          </w:p>
          <w:p w14:paraId="3808ED29" w14:textId="77777777" w:rsidR="003A2FD3" w:rsidRPr="00723270" w:rsidRDefault="003A2FD3" w:rsidP="002272E4">
            <w:pPr>
              <w:rPr>
                <w:rFonts w:ascii="Trebuchet MS" w:hAnsi="Trebuchet MS"/>
                <w:b/>
                <w:color w:val="7F7F7F" w:themeColor="text1" w:themeTint="80"/>
              </w:rPr>
            </w:pPr>
          </w:p>
        </w:tc>
        <w:tc>
          <w:tcPr>
            <w:tcW w:w="2106" w:type="dxa"/>
            <w:shd w:val="clear" w:color="auto" w:fill="DEF0E9" w:themeFill="accent3" w:themeFillTint="66"/>
          </w:tcPr>
          <w:p w14:paraId="497F16FC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2BA19A43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71A7D893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4F2C703E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76DAE9A4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474220BA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DEF0E9" w:themeFill="accent3" w:themeFillTint="66"/>
          </w:tcPr>
          <w:p w14:paraId="4EEE6BFE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DEF0E9" w:themeFill="accent3" w:themeFillTint="66"/>
          </w:tcPr>
          <w:p w14:paraId="2BB1C2BF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DEF0E9" w:themeFill="accent3" w:themeFillTint="66"/>
          </w:tcPr>
          <w:p w14:paraId="5D88DA33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DEF0E9" w:themeFill="accent3" w:themeFillTint="66"/>
          </w:tcPr>
          <w:p w14:paraId="6627B4EF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</w:tr>
      <w:tr w:rsidR="003A2FD3" w:rsidRPr="00F64825" w14:paraId="710EC70B" w14:textId="77777777" w:rsidTr="002272E4">
        <w:tc>
          <w:tcPr>
            <w:tcW w:w="2729" w:type="dxa"/>
            <w:shd w:val="clear" w:color="auto" w:fill="F5F5F5"/>
          </w:tcPr>
          <w:p w14:paraId="0B1CA803" w14:textId="77777777" w:rsidR="003A2FD3" w:rsidRPr="00723270" w:rsidRDefault="003A2FD3" w:rsidP="002272E4">
            <w:pPr>
              <w:rPr>
                <w:rFonts w:ascii="Trebuchet MS" w:hAnsi="Trebuchet MS"/>
                <w:b/>
                <w:color w:val="7F7F7F" w:themeColor="text1" w:themeTint="80"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>Implement PT</w:t>
            </w:r>
          </w:p>
        </w:tc>
        <w:tc>
          <w:tcPr>
            <w:tcW w:w="2106" w:type="dxa"/>
            <w:shd w:val="clear" w:color="auto" w:fill="F5F5F5"/>
          </w:tcPr>
          <w:p w14:paraId="656639CE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1DC46EF3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13E13553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41C76AD9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1A5ADB6E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2AA0C136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  <w:p w14:paraId="7420FB92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F5F5F5"/>
          </w:tcPr>
          <w:p w14:paraId="306010C4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F5F5F5"/>
          </w:tcPr>
          <w:p w14:paraId="70700B70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F5F5F5"/>
          </w:tcPr>
          <w:p w14:paraId="1573B888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F5F5F5"/>
          </w:tcPr>
          <w:p w14:paraId="137B022A" w14:textId="77777777" w:rsidR="003A2FD3" w:rsidRPr="00F64825" w:rsidRDefault="003A2FD3" w:rsidP="002272E4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27355CC3" w14:textId="77777777" w:rsidR="00EE7D7C" w:rsidRPr="00EE7D7C" w:rsidRDefault="00EE7D7C" w:rsidP="002272E4">
      <w:pPr>
        <w:pStyle w:val="Header1"/>
      </w:pPr>
    </w:p>
    <w:sectPr w:rsidR="00EE7D7C" w:rsidRPr="00EE7D7C" w:rsidSect="00750245">
      <w:headerReference w:type="default" r:id="rId9"/>
      <w:footerReference w:type="default" r:id="rId10"/>
      <w:pgSz w:w="16840" w:h="11900" w:orient="landscape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9AB11" w14:textId="77777777" w:rsidR="00BD0C53" w:rsidRDefault="00BD0C53" w:rsidP="00F53CFF">
      <w:pPr>
        <w:spacing w:after="0"/>
      </w:pPr>
      <w:r>
        <w:separator/>
      </w:r>
    </w:p>
  </w:endnote>
  <w:endnote w:type="continuationSeparator" w:id="0">
    <w:p w14:paraId="2927DB1C" w14:textId="77777777" w:rsidR="00BD0C53" w:rsidRDefault="00BD0C53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9C1F0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FA3CBC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6FA1FB70" w14:textId="580479BD" w:rsidR="00F53CFF" w:rsidRPr="00F53CFF" w:rsidRDefault="00F53CFF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609A0DB" wp14:editId="12D4E4A6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1AAC55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09B02D" wp14:editId="0CB869FE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BF1321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Pr="0026212D">
      <w:rPr>
        <w:rFonts w:ascii="Trebuchet MS" w:hAnsi="Trebuchet MS"/>
        <w:b/>
        <w:sz w:val="16"/>
        <w:szCs w:val="16"/>
      </w:rPr>
      <w:t xml:space="preserve"> GLI Training Package:</w:t>
    </w:r>
    <w:r w:rsidRPr="0026212D">
      <w:rPr>
        <w:rFonts w:ascii="Trebuchet MS" w:hAnsi="Trebuchet MS"/>
        <w:sz w:val="16"/>
        <w:szCs w:val="16"/>
      </w:rPr>
      <w:t xml:space="preserve"> </w:t>
    </w:r>
    <w:r w:rsidR="00E573CE">
      <w:rPr>
        <w:rFonts w:ascii="Trebuchet MS" w:hAnsi="Trebuchet MS"/>
        <w:sz w:val="16"/>
        <w:szCs w:val="16"/>
      </w:rPr>
      <w:t xml:space="preserve">Programmatic Module 4: How to Plan and </w:t>
    </w:r>
    <w:r w:rsidR="00E573CE">
      <w:rPr>
        <w:rFonts w:ascii="Trebuchet MS" w:hAnsi="Trebuchet MS"/>
        <w:sz w:val="16"/>
        <w:szCs w:val="16"/>
        <w:lang w:val="en-GB"/>
      </w:rPr>
      <w:t>Implement a Quality Assurance P</w:t>
    </w:r>
    <w:r w:rsidRPr="0026212D">
      <w:rPr>
        <w:rFonts w:ascii="Trebuchet MS" w:hAnsi="Trebuchet MS"/>
        <w:sz w:val="16"/>
        <w:szCs w:val="16"/>
        <w:lang w:val="en-GB"/>
      </w:rPr>
      <w:t xml:space="preserve">rogramme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FCFCC" w14:textId="77777777" w:rsidR="00BD0C53" w:rsidRDefault="00BD0C53" w:rsidP="00F53CFF">
      <w:pPr>
        <w:spacing w:after="0"/>
      </w:pPr>
      <w:r>
        <w:separator/>
      </w:r>
    </w:p>
  </w:footnote>
  <w:footnote w:type="continuationSeparator" w:id="0">
    <w:p w14:paraId="43BDFCFF" w14:textId="77777777" w:rsidR="00BD0C53" w:rsidRDefault="00BD0C53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F090D" w14:textId="2918D404" w:rsidR="00F53CFF" w:rsidRPr="00750245" w:rsidRDefault="00E573CE" w:rsidP="00750245">
    <w:pPr>
      <w:pStyle w:val="Header"/>
      <w:tabs>
        <w:tab w:val="left" w:pos="1032"/>
      </w:tabs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 xml:space="preserve">Programmatic Module 4: How to Plan and Implement a </w:t>
    </w:r>
    <w:r w:rsidR="00750245" w:rsidRPr="00DF7096">
      <w:rPr>
        <w:rFonts w:ascii="Trebuchet MS" w:hAnsi="Trebuchet MS"/>
        <w:color w:val="7F7F7F" w:themeColor="text1" w:themeTint="80"/>
      </w:rPr>
      <w:t>Quality Assurance</w:t>
    </w:r>
    <w:r w:rsidR="007654F8">
      <w:rPr>
        <w:rFonts w:ascii="Trebuchet MS" w:hAnsi="Trebuchet MS"/>
        <w:color w:val="7F7F7F" w:themeColor="text1" w:themeTint="80"/>
      </w:rPr>
      <w:t xml:space="preserve"> </w:t>
    </w:r>
    <w:r>
      <w:rPr>
        <w:rFonts w:ascii="Trebuchet MS" w:hAnsi="Trebuchet MS"/>
        <w:color w:val="7F7F7F" w:themeColor="text1" w:themeTint="80"/>
      </w:rPr>
      <w:t>Programme</w:t>
    </w:r>
    <w:r w:rsidR="007654F8">
      <w:rPr>
        <w:rFonts w:ascii="Trebuchet MS" w:hAnsi="Trebuchet MS"/>
        <w:color w:val="7F7F7F" w:themeColor="text1" w:themeTint="80"/>
      </w:rPr>
      <w:t>- Handout</w:t>
    </w:r>
    <w:r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EF8"/>
    <w:multiLevelType w:val="hybridMultilevel"/>
    <w:tmpl w:val="62ACD7A2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30E0A"/>
    <w:multiLevelType w:val="hybridMultilevel"/>
    <w:tmpl w:val="A44A562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20022"/>
    <w:multiLevelType w:val="hybridMultilevel"/>
    <w:tmpl w:val="AD6A6EC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F075F"/>
    <w:multiLevelType w:val="hybridMultilevel"/>
    <w:tmpl w:val="F03CB580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36207"/>
    <w:multiLevelType w:val="hybridMultilevel"/>
    <w:tmpl w:val="F2AAEFD2"/>
    <w:lvl w:ilvl="0" w:tplc="B2A27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DE3AE7"/>
    <w:multiLevelType w:val="hybridMultilevel"/>
    <w:tmpl w:val="001EEA16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048C4"/>
    <w:multiLevelType w:val="hybridMultilevel"/>
    <w:tmpl w:val="74EA9D66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D54DDD"/>
    <w:multiLevelType w:val="hybridMultilevel"/>
    <w:tmpl w:val="95D23972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76E33"/>
    <w:multiLevelType w:val="hybridMultilevel"/>
    <w:tmpl w:val="B04AAD3E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F06CE"/>
    <w:multiLevelType w:val="hybridMultilevel"/>
    <w:tmpl w:val="8C3EA99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A161F"/>
    <w:multiLevelType w:val="hybridMultilevel"/>
    <w:tmpl w:val="CB283F10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F3D6A"/>
    <w:multiLevelType w:val="hybridMultilevel"/>
    <w:tmpl w:val="AC8AC634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51422"/>
    <w:multiLevelType w:val="hybridMultilevel"/>
    <w:tmpl w:val="14068ED6"/>
    <w:lvl w:ilvl="0" w:tplc="B2A27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A7586"/>
    <w:multiLevelType w:val="hybridMultilevel"/>
    <w:tmpl w:val="B6788B4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03CFC"/>
    <w:multiLevelType w:val="hybridMultilevel"/>
    <w:tmpl w:val="B55AE590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DF55D5"/>
    <w:multiLevelType w:val="hybridMultilevel"/>
    <w:tmpl w:val="30F455A2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95AB5"/>
    <w:multiLevelType w:val="hybridMultilevel"/>
    <w:tmpl w:val="2E5E24F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E2268"/>
    <w:multiLevelType w:val="hybridMultilevel"/>
    <w:tmpl w:val="65C0D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2D380C"/>
    <w:multiLevelType w:val="hybridMultilevel"/>
    <w:tmpl w:val="D5C45570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2A24D7"/>
    <w:multiLevelType w:val="hybridMultilevel"/>
    <w:tmpl w:val="00307DBE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B72EE6"/>
    <w:multiLevelType w:val="hybridMultilevel"/>
    <w:tmpl w:val="2B7461D8"/>
    <w:lvl w:ilvl="0" w:tplc="2B76A186">
      <w:start w:val="1"/>
      <w:numFmt w:val="decimal"/>
      <w:lvlText w:val="%1."/>
      <w:lvlJc w:val="left"/>
      <w:pPr>
        <w:ind w:left="1080" w:hanging="723"/>
      </w:pPr>
      <w:rPr>
        <w:rFonts w:ascii="Calibri Light" w:hAnsi="Calibri Light" w:cstheme="minorBidi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C01563"/>
    <w:multiLevelType w:val="hybridMultilevel"/>
    <w:tmpl w:val="52806826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13E1E"/>
    <w:multiLevelType w:val="hybridMultilevel"/>
    <w:tmpl w:val="6B94A842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676B0D"/>
    <w:multiLevelType w:val="hybridMultilevel"/>
    <w:tmpl w:val="53A07240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877C6"/>
    <w:multiLevelType w:val="hybridMultilevel"/>
    <w:tmpl w:val="88B4E85A"/>
    <w:lvl w:ilvl="0" w:tplc="B2A27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4B7977"/>
    <w:multiLevelType w:val="hybridMultilevel"/>
    <w:tmpl w:val="4F9EDA3A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A50053"/>
    <w:multiLevelType w:val="hybridMultilevel"/>
    <w:tmpl w:val="8F182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9D7F94"/>
    <w:multiLevelType w:val="hybridMultilevel"/>
    <w:tmpl w:val="60228AEE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6D4753"/>
    <w:multiLevelType w:val="hybridMultilevel"/>
    <w:tmpl w:val="21260428"/>
    <w:lvl w:ilvl="0" w:tplc="B2A27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A81475"/>
    <w:multiLevelType w:val="hybridMultilevel"/>
    <w:tmpl w:val="F6082BE0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201E1"/>
    <w:multiLevelType w:val="hybridMultilevel"/>
    <w:tmpl w:val="692EAB06"/>
    <w:lvl w:ilvl="0" w:tplc="2C32E888">
      <w:start w:val="1"/>
      <w:numFmt w:val="decimal"/>
      <w:lvlText w:val="%1."/>
      <w:lvlJc w:val="left"/>
      <w:pPr>
        <w:ind w:left="1080" w:hanging="723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931943"/>
    <w:multiLevelType w:val="hybridMultilevel"/>
    <w:tmpl w:val="87A8DFCE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B078F9"/>
    <w:multiLevelType w:val="hybridMultilevel"/>
    <w:tmpl w:val="4FB0654A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905CE9"/>
    <w:multiLevelType w:val="hybridMultilevel"/>
    <w:tmpl w:val="5C581AC8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5C775B"/>
    <w:multiLevelType w:val="hybridMultilevel"/>
    <w:tmpl w:val="2B32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45CFF"/>
    <w:multiLevelType w:val="hybridMultilevel"/>
    <w:tmpl w:val="FF46CE3E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EE33EC"/>
    <w:multiLevelType w:val="hybridMultilevel"/>
    <w:tmpl w:val="127A4802"/>
    <w:lvl w:ilvl="0" w:tplc="DF72A8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823427"/>
    <w:multiLevelType w:val="hybridMultilevel"/>
    <w:tmpl w:val="DFC426C6"/>
    <w:lvl w:ilvl="0" w:tplc="F2762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DD2FDA"/>
    <w:multiLevelType w:val="hybridMultilevel"/>
    <w:tmpl w:val="19FAF592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38"/>
  </w:num>
  <w:num w:numId="4">
    <w:abstractNumId w:val="17"/>
  </w:num>
  <w:num w:numId="5">
    <w:abstractNumId w:val="0"/>
  </w:num>
  <w:num w:numId="6">
    <w:abstractNumId w:val="14"/>
  </w:num>
  <w:num w:numId="7">
    <w:abstractNumId w:val="6"/>
  </w:num>
  <w:num w:numId="8">
    <w:abstractNumId w:val="32"/>
  </w:num>
  <w:num w:numId="9">
    <w:abstractNumId w:val="16"/>
  </w:num>
  <w:num w:numId="10">
    <w:abstractNumId w:val="20"/>
  </w:num>
  <w:num w:numId="11">
    <w:abstractNumId w:val="7"/>
  </w:num>
  <w:num w:numId="12">
    <w:abstractNumId w:val="23"/>
  </w:num>
  <w:num w:numId="13">
    <w:abstractNumId w:val="19"/>
  </w:num>
  <w:num w:numId="14">
    <w:abstractNumId w:val="4"/>
  </w:num>
  <w:num w:numId="15">
    <w:abstractNumId w:val="29"/>
  </w:num>
  <w:num w:numId="16">
    <w:abstractNumId w:val="35"/>
  </w:num>
  <w:num w:numId="17">
    <w:abstractNumId w:val="27"/>
  </w:num>
  <w:num w:numId="18">
    <w:abstractNumId w:val="3"/>
  </w:num>
  <w:num w:numId="19">
    <w:abstractNumId w:val="9"/>
  </w:num>
  <w:num w:numId="20">
    <w:abstractNumId w:val="1"/>
  </w:num>
  <w:num w:numId="21">
    <w:abstractNumId w:val="39"/>
  </w:num>
  <w:num w:numId="22">
    <w:abstractNumId w:val="13"/>
  </w:num>
  <w:num w:numId="23">
    <w:abstractNumId w:val="18"/>
  </w:num>
  <w:num w:numId="24">
    <w:abstractNumId w:val="25"/>
  </w:num>
  <w:num w:numId="25">
    <w:abstractNumId w:val="37"/>
  </w:num>
  <w:num w:numId="26">
    <w:abstractNumId w:val="11"/>
  </w:num>
  <w:num w:numId="27">
    <w:abstractNumId w:val="8"/>
  </w:num>
  <w:num w:numId="28">
    <w:abstractNumId w:val="34"/>
  </w:num>
  <w:num w:numId="29">
    <w:abstractNumId w:val="30"/>
  </w:num>
  <w:num w:numId="30">
    <w:abstractNumId w:val="21"/>
  </w:num>
  <w:num w:numId="31">
    <w:abstractNumId w:val="2"/>
  </w:num>
  <w:num w:numId="32">
    <w:abstractNumId w:val="31"/>
  </w:num>
  <w:num w:numId="33">
    <w:abstractNumId w:val="15"/>
  </w:num>
  <w:num w:numId="34">
    <w:abstractNumId w:val="22"/>
  </w:num>
  <w:num w:numId="35">
    <w:abstractNumId w:val="33"/>
  </w:num>
  <w:num w:numId="36">
    <w:abstractNumId w:val="36"/>
  </w:num>
  <w:num w:numId="37">
    <w:abstractNumId w:val="24"/>
  </w:num>
  <w:num w:numId="38">
    <w:abstractNumId w:val="12"/>
  </w:num>
  <w:num w:numId="39">
    <w:abstractNumId w:val="28"/>
  </w:num>
  <w:num w:numId="40">
    <w:abstractNumId w:val="5"/>
  </w:num>
  <w:num w:numId="41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45"/>
    <w:rsid w:val="000158A2"/>
    <w:rsid w:val="00066CC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272E4"/>
    <w:rsid w:val="002632A8"/>
    <w:rsid w:val="00276D71"/>
    <w:rsid w:val="003A2FD3"/>
    <w:rsid w:val="003C50DB"/>
    <w:rsid w:val="003E19EB"/>
    <w:rsid w:val="0040780E"/>
    <w:rsid w:val="004131E4"/>
    <w:rsid w:val="004476C2"/>
    <w:rsid w:val="004F4BCF"/>
    <w:rsid w:val="00503704"/>
    <w:rsid w:val="00530CD4"/>
    <w:rsid w:val="005817AA"/>
    <w:rsid w:val="0059536E"/>
    <w:rsid w:val="00634EE7"/>
    <w:rsid w:val="00657023"/>
    <w:rsid w:val="00723270"/>
    <w:rsid w:val="00750245"/>
    <w:rsid w:val="007654F8"/>
    <w:rsid w:val="00766C7B"/>
    <w:rsid w:val="00775656"/>
    <w:rsid w:val="00854A2E"/>
    <w:rsid w:val="00967FC8"/>
    <w:rsid w:val="009765B6"/>
    <w:rsid w:val="009A500A"/>
    <w:rsid w:val="009F0F34"/>
    <w:rsid w:val="00A36580"/>
    <w:rsid w:val="00B70CF8"/>
    <w:rsid w:val="00BD0C53"/>
    <w:rsid w:val="00BF3290"/>
    <w:rsid w:val="00C223B3"/>
    <w:rsid w:val="00C474EE"/>
    <w:rsid w:val="00C93FCD"/>
    <w:rsid w:val="00CA3624"/>
    <w:rsid w:val="00CA69BC"/>
    <w:rsid w:val="00CB68E5"/>
    <w:rsid w:val="00CE5648"/>
    <w:rsid w:val="00D4219B"/>
    <w:rsid w:val="00DB056A"/>
    <w:rsid w:val="00E027CB"/>
    <w:rsid w:val="00E44983"/>
    <w:rsid w:val="00E573CE"/>
    <w:rsid w:val="00ED7D5D"/>
    <w:rsid w:val="00EE7D7C"/>
    <w:rsid w:val="00F356B3"/>
    <w:rsid w:val="00F53CFF"/>
    <w:rsid w:val="00FA3CBC"/>
    <w:rsid w:val="00FB443E"/>
    <w:rsid w:val="00FE0409"/>
    <w:rsid w:val="00FE0ECC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CAA0F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53CFF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204BEA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4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1">
    <w:name w:val="Grid Table 2 - Accent 31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gavinbrophy/Dropbox/Gavster%20Design/Clients/K&amp;i/GLI%20Presentation%20Docs/Word/Artwork/02/GLI%20Xpert_Training_Framework_Programme_Modules_v02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8E9018BB-3A71-AF45-B99B-29E2CCF8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 Xpert_Training_Framework_Programme_Modules_v02.dotx</Template>
  <TotalTime>4</TotalTime>
  <Pages>4</Pages>
  <Words>95</Words>
  <Characters>546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Dr. Andre Trollip</cp:lastModifiedBy>
  <cp:revision>6</cp:revision>
  <dcterms:created xsi:type="dcterms:W3CDTF">2017-01-09T14:38:00Z</dcterms:created>
  <dcterms:modified xsi:type="dcterms:W3CDTF">2017-05-08T15:13:00Z</dcterms:modified>
</cp:coreProperties>
</file>